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5BD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7D9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3A3B13" w14:textId="6A5CE004" w:rsidR="0085747A" w:rsidRPr="00591B1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411F">
        <w:rPr>
          <w:rFonts w:ascii="Corbel" w:hAnsi="Corbel"/>
          <w:i/>
          <w:smallCaps/>
          <w:sz w:val="24"/>
          <w:szCs w:val="24"/>
        </w:rPr>
        <w:t>2019-2022</w:t>
      </w:r>
    </w:p>
    <w:p w14:paraId="4CF91FF1" w14:textId="4C51446B" w:rsidR="00445970" w:rsidRPr="00EA4832" w:rsidRDefault="00445970" w:rsidP="00591B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40411F">
        <w:rPr>
          <w:rFonts w:ascii="Corbel" w:hAnsi="Corbel"/>
          <w:sz w:val="20"/>
          <w:szCs w:val="20"/>
        </w:rPr>
        <w:t>1</w:t>
      </w:r>
      <w:r w:rsidR="00591B17">
        <w:rPr>
          <w:rFonts w:ascii="Corbel" w:hAnsi="Corbel"/>
          <w:sz w:val="20"/>
          <w:szCs w:val="20"/>
        </w:rPr>
        <w:t>/202</w:t>
      </w:r>
      <w:r w:rsidR="0040411F">
        <w:rPr>
          <w:rFonts w:ascii="Corbel" w:hAnsi="Corbel"/>
          <w:sz w:val="20"/>
          <w:szCs w:val="20"/>
        </w:rPr>
        <w:t>2</w:t>
      </w:r>
    </w:p>
    <w:p w14:paraId="0C4B4A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16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40B6" w:rsidRPr="009C54AE" w14:paraId="78557425" w14:textId="77777777" w:rsidTr="00B819C8">
        <w:tc>
          <w:tcPr>
            <w:tcW w:w="2694" w:type="dxa"/>
            <w:vAlign w:val="center"/>
          </w:tcPr>
          <w:p w14:paraId="61D9CF7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F81BF5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 xml:space="preserve">Organizacja i analiza rynku usług </w:t>
            </w:r>
          </w:p>
        </w:tc>
      </w:tr>
      <w:tr w:rsidR="00BD40B6" w:rsidRPr="009C54AE" w14:paraId="5C19756C" w14:textId="77777777" w:rsidTr="00B819C8">
        <w:tc>
          <w:tcPr>
            <w:tcW w:w="2694" w:type="dxa"/>
            <w:vAlign w:val="center"/>
          </w:tcPr>
          <w:p w14:paraId="0155B03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571DA7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D40B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D40B6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BD40B6" w:rsidRPr="009C54AE" w14:paraId="7FBAF4A6" w14:textId="77777777" w:rsidTr="00B819C8">
        <w:tc>
          <w:tcPr>
            <w:tcW w:w="2694" w:type="dxa"/>
            <w:vAlign w:val="center"/>
          </w:tcPr>
          <w:p w14:paraId="57BA88CC" w14:textId="77777777" w:rsidR="00BD40B6" w:rsidRPr="009C54AE" w:rsidRDefault="00BD40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EEC6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40B6" w:rsidRPr="009C54AE" w14:paraId="6F962B0E" w14:textId="77777777" w:rsidTr="00B819C8">
        <w:tc>
          <w:tcPr>
            <w:tcW w:w="2694" w:type="dxa"/>
            <w:vAlign w:val="center"/>
          </w:tcPr>
          <w:p w14:paraId="42487286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5E6002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D40B6" w:rsidRPr="009C54AE" w14:paraId="117BEAE9" w14:textId="77777777" w:rsidTr="00B819C8">
        <w:tc>
          <w:tcPr>
            <w:tcW w:w="2694" w:type="dxa"/>
            <w:vAlign w:val="center"/>
          </w:tcPr>
          <w:p w14:paraId="6EFE9B83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A0F24B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D40B6" w:rsidRPr="009C54AE" w14:paraId="2B57B503" w14:textId="77777777" w:rsidTr="00B819C8">
        <w:tc>
          <w:tcPr>
            <w:tcW w:w="2694" w:type="dxa"/>
            <w:vAlign w:val="center"/>
          </w:tcPr>
          <w:p w14:paraId="59EFA0F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E3583" w14:textId="77777777" w:rsidR="00BD40B6" w:rsidRPr="009C54AE" w:rsidRDefault="00591B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D40B6" w:rsidRPr="009C54AE" w14:paraId="6A40D5AC" w14:textId="77777777" w:rsidTr="00B819C8">
        <w:tc>
          <w:tcPr>
            <w:tcW w:w="2694" w:type="dxa"/>
            <w:vAlign w:val="center"/>
          </w:tcPr>
          <w:p w14:paraId="5EC8066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BC211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D40B6" w:rsidRPr="009C54AE" w14:paraId="249D7FB3" w14:textId="77777777" w:rsidTr="00B819C8">
        <w:tc>
          <w:tcPr>
            <w:tcW w:w="2694" w:type="dxa"/>
            <w:vAlign w:val="center"/>
          </w:tcPr>
          <w:p w14:paraId="54521CF9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E4F1A" w14:textId="77777777" w:rsidR="00BD40B6" w:rsidRPr="009C54AE" w:rsidRDefault="00BD40B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D40B6" w:rsidRPr="009C54AE" w14:paraId="579D671A" w14:textId="77777777" w:rsidTr="00B819C8">
        <w:tc>
          <w:tcPr>
            <w:tcW w:w="2694" w:type="dxa"/>
            <w:vAlign w:val="center"/>
          </w:tcPr>
          <w:p w14:paraId="4938B53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BF75D" w14:textId="77777777" w:rsidR="00BD40B6" w:rsidRPr="009C54AE" w:rsidRDefault="00BD40B6" w:rsidP="00591B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B1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BD40B6" w:rsidRPr="009C54AE" w14:paraId="584A62D6" w14:textId="77777777" w:rsidTr="00B819C8">
        <w:tc>
          <w:tcPr>
            <w:tcW w:w="2694" w:type="dxa"/>
            <w:vAlign w:val="center"/>
          </w:tcPr>
          <w:p w14:paraId="4C8932C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6CD594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D40B6" w:rsidRPr="009C54AE" w14:paraId="2F273F04" w14:textId="77777777" w:rsidTr="00B819C8">
        <w:tc>
          <w:tcPr>
            <w:tcW w:w="2694" w:type="dxa"/>
            <w:vAlign w:val="center"/>
          </w:tcPr>
          <w:p w14:paraId="38BE7DF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243FD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40B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0B6" w:rsidRPr="009C54AE" w14:paraId="05A4CD62" w14:textId="77777777" w:rsidTr="00B819C8">
        <w:tc>
          <w:tcPr>
            <w:tcW w:w="2694" w:type="dxa"/>
            <w:vAlign w:val="center"/>
          </w:tcPr>
          <w:p w14:paraId="0FA94AE8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AB6093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BD40B6" w:rsidRPr="009C54AE" w14:paraId="5C089C8C" w14:textId="77777777" w:rsidTr="00B819C8">
        <w:tc>
          <w:tcPr>
            <w:tcW w:w="2694" w:type="dxa"/>
            <w:vAlign w:val="center"/>
          </w:tcPr>
          <w:p w14:paraId="1E67E452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AEEEB7" w14:textId="77777777" w:rsidR="00BD40B6" w:rsidRPr="009C54AE" w:rsidRDefault="00BD40B6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16A9E4B" w14:textId="59BAE7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17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47919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A23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165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CF60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CB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5E43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83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7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3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D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7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08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8476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4BD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7FF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DA76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A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9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46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C79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7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81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1DAA4" w14:textId="21C11C94" w:rsidR="00A73607" w:rsidRDefault="00A73607" w:rsidP="00A736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6F32700" w14:textId="5C26B918" w:rsidR="0085747A" w:rsidRDefault="00A73607" w:rsidP="00A7360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497BA37" w14:textId="77777777" w:rsidR="00A73607" w:rsidRPr="009C54AE" w:rsidRDefault="00A73607" w:rsidP="00A73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C08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6B7D4" w14:textId="47D53EFD" w:rsidR="00E960BB" w:rsidRDefault="00A736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782C19" w14:textId="77777777" w:rsidR="00A73607" w:rsidRDefault="00A736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071B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7D7633" w14:textId="77777777" w:rsidTr="00745302">
        <w:tc>
          <w:tcPr>
            <w:tcW w:w="9670" w:type="dxa"/>
          </w:tcPr>
          <w:p w14:paraId="40BCB520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422C59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7BB85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5BFE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F82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17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1F01EF5" w14:textId="77777777" w:rsidTr="00923D7D">
        <w:tc>
          <w:tcPr>
            <w:tcW w:w="851" w:type="dxa"/>
            <w:vAlign w:val="center"/>
          </w:tcPr>
          <w:p w14:paraId="742B5A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342805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50EB9C53" w14:textId="77777777" w:rsidTr="00923D7D">
        <w:tc>
          <w:tcPr>
            <w:tcW w:w="851" w:type="dxa"/>
            <w:vAlign w:val="center"/>
          </w:tcPr>
          <w:p w14:paraId="23E0805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91DDD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5ECA4EC2" w14:textId="77777777" w:rsidTr="00923D7D">
        <w:tc>
          <w:tcPr>
            <w:tcW w:w="851" w:type="dxa"/>
            <w:vAlign w:val="center"/>
          </w:tcPr>
          <w:p w14:paraId="79D8EB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CF750E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23C5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5613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09B59DC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2A9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72A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1D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8F0229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911" w14:textId="77777777" w:rsidR="00A9489D" w:rsidRPr="00591B17" w:rsidRDefault="00591B17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591B1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48A0" w14:textId="18A3F246" w:rsidR="00A9489D" w:rsidRPr="00A9489D" w:rsidRDefault="00A9489D" w:rsidP="236FB3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-wzajemne relacje pomiędzy organizacjami gospodarczymi i społecznymi, a także ich oddziaływanie na zmiany struktur gospodarczych. Rozumie możliwości wykorzystania różnych usług we  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57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3EAB33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43AA59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7229576A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01A7" w14:textId="77777777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BE" w14:textId="77777777" w:rsidR="00A9489D" w:rsidRPr="00A9489D" w:rsidRDefault="00A9489D" w:rsidP="004952A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89D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507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056CB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08F4BD3F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5A9" w14:textId="4F4D1005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A74" w14:textId="77777777" w:rsidR="00A9489D" w:rsidRPr="00BD40B6" w:rsidRDefault="00A9489D" w:rsidP="004952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BD40B6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79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27B22D9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50D20D67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845" w14:textId="5A6C5F3D" w:rsidR="00A9489D" w:rsidRPr="00591B1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340" w14:textId="05273AD5" w:rsidR="00A9489D" w:rsidRPr="00BD40B6" w:rsidRDefault="00A9489D" w:rsidP="00A9489D">
            <w:pPr>
              <w:pStyle w:val="Default"/>
              <w:rPr>
                <w:rFonts w:ascii="Corbel" w:hAnsi="Corbel"/>
              </w:rPr>
            </w:pPr>
            <w:r w:rsidRPr="236FB3C2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gospodarowania. Wypełniania zobowiązań społecznych, współorganizowania działalności na rzecz środowiska społecznego</w:t>
            </w:r>
            <w:r w:rsidR="431DA2F7" w:rsidRPr="236FB3C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354" w14:textId="77777777" w:rsidR="00A9489D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63F98B5" w14:textId="77777777" w:rsidR="00A9489D" w:rsidRPr="0098172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559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EC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53A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C9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76D591" w14:textId="77777777" w:rsidTr="00923D7D">
        <w:tc>
          <w:tcPr>
            <w:tcW w:w="9639" w:type="dxa"/>
          </w:tcPr>
          <w:p w14:paraId="40BF42E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38ED0E8F" w14:textId="77777777" w:rsidTr="00923D7D">
        <w:tc>
          <w:tcPr>
            <w:tcW w:w="9639" w:type="dxa"/>
          </w:tcPr>
          <w:p w14:paraId="5DEBC4E3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32ECD396" w14:textId="77777777" w:rsidTr="00923D7D">
        <w:tc>
          <w:tcPr>
            <w:tcW w:w="9639" w:type="dxa"/>
          </w:tcPr>
          <w:p w14:paraId="7954527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719671CC" w14:textId="77777777" w:rsidTr="00923D7D">
        <w:tc>
          <w:tcPr>
            <w:tcW w:w="9639" w:type="dxa"/>
          </w:tcPr>
          <w:p w14:paraId="427DDD0F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7D9DFA6A" w14:textId="77777777" w:rsidTr="00923D7D">
        <w:tc>
          <w:tcPr>
            <w:tcW w:w="9639" w:type="dxa"/>
          </w:tcPr>
          <w:p w14:paraId="339887C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063AE263" w14:textId="77777777" w:rsidTr="00923D7D">
        <w:tc>
          <w:tcPr>
            <w:tcW w:w="9639" w:type="dxa"/>
          </w:tcPr>
          <w:p w14:paraId="309CB0E4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0838F8D1" w14:textId="77777777" w:rsidTr="00923D7D">
        <w:tc>
          <w:tcPr>
            <w:tcW w:w="9639" w:type="dxa"/>
          </w:tcPr>
          <w:p w14:paraId="1C0BB55A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10799546" w14:textId="77777777" w:rsidTr="00923D7D">
        <w:tc>
          <w:tcPr>
            <w:tcW w:w="9639" w:type="dxa"/>
          </w:tcPr>
          <w:p w14:paraId="0CAE2978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3F6FB742" w14:textId="77777777" w:rsidTr="00923D7D">
        <w:tc>
          <w:tcPr>
            <w:tcW w:w="9639" w:type="dxa"/>
          </w:tcPr>
          <w:p w14:paraId="2360462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3BD633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6E5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4770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95AFA7" w14:textId="77777777" w:rsidTr="00923D7D">
        <w:tc>
          <w:tcPr>
            <w:tcW w:w="9639" w:type="dxa"/>
          </w:tcPr>
          <w:p w14:paraId="06A720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13691913" w14:textId="77777777" w:rsidTr="00923D7D">
        <w:tc>
          <w:tcPr>
            <w:tcW w:w="9639" w:type="dxa"/>
          </w:tcPr>
          <w:p w14:paraId="0D80708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3C268507" w14:textId="77777777" w:rsidTr="00923D7D">
        <w:tc>
          <w:tcPr>
            <w:tcW w:w="9639" w:type="dxa"/>
          </w:tcPr>
          <w:p w14:paraId="41F3AC51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667BE819" w14:textId="77777777" w:rsidTr="00923D7D">
        <w:tc>
          <w:tcPr>
            <w:tcW w:w="9639" w:type="dxa"/>
          </w:tcPr>
          <w:p w14:paraId="2CCA431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71ABC025" w14:textId="77777777" w:rsidTr="00923D7D">
        <w:tc>
          <w:tcPr>
            <w:tcW w:w="9639" w:type="dxa"/>
          </w:tcPr>
          <w:p w14:paraId="3A83E9C3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marketingu –mix usług</w:t>
            </w:r>
          </w:p>
        </w:tc>
      </w:tr>
      <w:tr w:rsidR="00A9489D" w:rsidRPr="009C54AE" w14:paraId="7A29F835" w14:textId="77777777" w:rsidTr="00923D7D">
        <w:tc>
          <w:tcPr>
            <w:tcW w:w="9639" w:type="dxa"/>
          </w:tcPr>
          <w:p w14:paraId="64F73144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</w:p>
        </w:tc>
      </w:tr>
      <w:tr w:rsidR="00A9489D" w:rsidRPr="009C54AE" w14:paraId="7C71C07C" w14:textId="77777777" w:rsidTr="00923D7D">
        <w:tc>
          <w:tcPr>
            <w:tcW w:w="9639" w:type="dxa"/>
          </w:tcPr>
          <w:p w14:paraId="372408C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791D4FF" w14:textId="77777777" w:rsidTr="00923D7D">
        <w:tc>
          <w:tcPr>
            <w:tcW w:w="9639" w:type="dxa"/>
          </w:tcPr>
          <w:p w14:paraId="32F26177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6166CAAE" w14:textId="77777777" w:rsidTr="00923D7D">
        <w:tc>
          <w:tcPr>
            <w:tcW w:w="9639" w:type="dxa"/>
          </w:tcPr>
          <w:p w14:paraId="50A4E80B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3F7A6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E29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F25597" w14:textId="77777777" w:rsidR="00817095" w:rsidRPr="00817095" w:rsidRDefault="00817095" w:rsidP="008170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817095">
        <w:rPr>
          <w:rFonts w:ascii="Corbel" w:hAnsi="Corbel"/>
          <w:b w:val="0"/>
          <w:smallCaps w:val="0"/>
        </w:rPr>
        <w:t>Wykład połączony z prezentacją multimedialną</w:t>
      </w:r>
    </w:p>
    <w:p w14:paraId="5CCA37E1" w14:textId="77777777" w:rsidR="00817095" w:rsidRPr="00817095" w:rsidRDefault="00817095" w:rsidP="008170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817095">
        <w:rPr>
          <w:rFonts w:ascii="Corbel" w:hAnsi="Corbel"/>
          <w:b w:val="0"/>
          <w:smallCaps w:val="0"/>
        </w:rPr>
        <w:t>Ćwiczenia: praca w grupach, dyskusja</w:t>
      </w:r>
    </w:p>
    <w:p w14:paraId="1EAB715A" w14:textId="77777777" w:rsidR="00817095" w:rsidRDefault="008170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CF203" w14:textId="2FE927DF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45D47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DF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8DBC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B6E6DA" w14:textId="77777777" w:rsidTr="236FB3C2">
        <w:tc>
          <w:tcPr>
            <w:tcW w:w="1985" w:type="dxa"/>
            <w:vAlign w:val="center"/>
          </w:tcPr>
          <w:p w14:paraId="5576EA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FDA0B4" w14:textId="77777777" w:rsidR="0085747A" w:rsidRPr="009C54AE" w:rsidRDefault="00F974D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60B0B22" w14:textId="77777777" w:rsidR="0085747A" w:rsidRPr="009C54AE" w:rsidRDefault="0085747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4A5D5C8" w14:textId="77777777" w:rsidTr="236FB3C2">
        <w:tc>
          <w:tcPr>
            <w:tcW w:w="1985" w:type="dxa"/>
          </w:tcPr>
          <w:p w14:paraId="43C308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230470" w14:textId="71697442" w:rsidR="0085747A" w:rsidRPr="009C54AE" w:rsidRDefault="7D9525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A948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566DFD93" w14:textId="77777777" w:rsidR="0085747A" w:rsidRPr="009C54AE" w:rsidRDefault="00A9489D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91CC03" w14:textId="77777777" w:rsidTr="236FB3C2">
        <w:tc>
          <w:tcPr>
            <w:tcW w:w="1985" w:type="dxa"/>
          </w:tcPr>
          <w:p w14:paraId="79072A47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EDD0B8" w14:textId="7120E63A" w:rsidR="002D63A6" w:rsidRPr="009C54AE" w:rsidRDefault="2B0FDFC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86CDE1D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EC9C530" w14:textId="77777777" w:rsidTr="236FB3C2">
        <w:tc>
          <w:tcPr>
            <w:tcW w:w="1985" w:type="dxa"/>
          </w:tcPr>
          <w:p w14:paraId="2B4C61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C54104A" w14:textId="275555F3" w:rsidR="0085747A" w:rsidRPr="009C54AE" w:rsidRDefault="3C82F793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001C405" w14:textId="77777777" w:rsidR="0085747A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00D4BC29" w14:textId="77777777" w:rsidTr="236FB3C2">
        <w:tc>
          <w:tcPr>
            <w:tcW w:w="1985" w:type="dxa"/>
          </w:tcPr>
          <w:p w14:paraId="2D9EA65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A5F5023" w14:textId="03D86D26" w:rsidR="002D63A6" w:rsidRPr="009C54AE" w:rsidRDefault="787FE041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759218F7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C4331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58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966F3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E1C92F" w14:textId="77777777" w:rsidTr="236FB3C2">
        <w:tc>
          <w:tcPr>
            <w:tcW w:w="9670" w:type="dxa"/>
          </w:tcPr>
          <w:p w14:paraId="5F34B86A" w14:textId="1BC18903" w:rsidR="00FE700F" w:rsidRDefault="00A9489D" w:rsidP="00A948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36FB3C2">
              <w:rPr>
                <w:rFonts w:ascii="Corbel" w:hAnsi="Corbel"/>
                <w:sz w:val="24"/>
                <w:szCs w:val="24"/>
              </w:rPr>
              <w:t xml:space="preserve">Zaliczenie ćwiczeń – na końcową ocenę składają się: ocena z kolokwium, ocena z prezentacji na temat </w:t>
            </w:r>
            <w:r w:rsidR="57D252DA" w:rsidRPr="236FB3C2">
              <w:rPr>
                <w:rFonts w:ascii="Corbel" w:hAnsi="Corbel"/>
                <w:sz w:val="24"/>
                <w:szCs w:val="24"/>
              </w:rPr>
              <w:t>rozwoju wybranego rynku usług.</w:t>
            </w:r>
          </w:p>
          <w:p w14:paraId="2637E891" w14:textId="3A6612F3" w:rsidR="0085747A" w:rsidRPr="009C54AE" w:rsidRDefault="00A948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4EB586D9" w:rsidRPr="236FB3C2">
              <w:rPr>
                <w:rFonts w:ascii="Corbel" w:hAnsi="Corbel"/>
                <w:b w:val="0"/>
                <w:smallCaps w:val="0"/>
              </w:rPr>
              <w:t xml:space="preserve"> 51%</w:t>
            </w:r>
            <w:r w:rsidRPr="236FB3C2">
              <w:rPr>
                <w:rFonts w:ascii="Corbel" w:hAnsi="Corbel"/>
                <w:b w:val="0"/>
                <w:smallCaps w:val="0"/>
              </w:rPr>
              <w:t>.</w:t>
            </w:r>
            <w:r w:rsidR="57D252DA" w:rsidRPr="236FB3C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75EFE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D6C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C0D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3797E" w14:textId="77777777" w:rsidTr="236FB3C2">
        <w:tc>
          <w:tcPr>
            <w:tcW w:w="4962" w:type="dxa"/>
            <w:vAlign w:val="center"/>
          </w:tcPr>
          <w:p w14:paraId="55DC45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55073C" w14:textId="72559B6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17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20EA0" w14:textId="77777777" w:rsidTr="236FB3C2">
        <w:tc>
          <w:tcPr>
            <w:tcW w:w="4962" w:type="dxa"/>
          </w:tcPr>
          <w:p w14:paraId="63589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D07E81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C61DC5" w:rsidRPr="009C54AE" w14:paraId="4AD49753" w14:textId="77777777" w:rsidTr="236FB3C2">
        <w:tc>
          <w:tcPr>
            <w:tcW w:w="4962" w:type="dxa"/>
          </w:tcPr>
          <w:p w14:paraId="224802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B0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B40946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701FAD" w14:textId="77777777" w:rsidTr="236FB3C2">
        <w:tc>
          <w:tcPr>
            <w:tcW w:w="4962" w:type="dxa"/>
          </w:tcPr>
          <w:p w14:paraId="1075E345" w14:textId="41043890" w:rsidR="00C61DC5" w:rsidRPr="009C54AE" w:rsidRDefault="00C61DC5" w:rsidP="00A73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3607">
              <w:rPr>
                <w:rFonts w:ascii="Corbel" w:hAnsi="Corbel"/>
                <w:sz w:val="24"/>
                <w:szCs w:val="24"/>
              </w:rPr>
              <w:t xml:space="preserve"> </w:t>
            </w:r>
            <w:r w:rsidRPr="236FB3C2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616517E3" w:rsidRPr="236FB3C2">
              <w:rPr>
                <w:rFonts w:ascii="Corbel" w:hAnsi="Corbel"/>
                <w:sz w:val="24"/>
                <w:szCs w:val="24"/>
              </w:rPr>
              <w:t>gzaminu</w:t>
            </w:r>
            <w:r w:rsidRPr="236FB3C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C8391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0FB523" w14:textId="77777777" w:rsidTr="236FB3C2">
        <w:tc>
          <w:tcPr>
            <w:tcW w:w="4962" w:type="dxa"/>
          </w:tcPr>
          <w:p w14:paraId="587C0D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0DD0CB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EACF9A" w14:textId="77777777" w:rsidTr="236FB3C2">
        <w:tc>
          <w:tcPr>
            <w:tcW w:w="4962" w:type="dxa"/>
          </w:tcPr>
          <w:p w14:paraId="48A505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C3E310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B2B4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27FE9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E98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0E83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B7301B" w14:textId="77777777" w:rsidTr="004952AE">
        <w:trPr>
          <w:trHeight w:val="397"/>
        </w:trPr>
        <w:tc>
          <w:tcPr>
            <w:tcW w:w="4111" w:type="dxa"/>
          </w:tcPr>
          <w:p w14:paraId="30DD8D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E802278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4FBB299" w14:textId="77777777" w:rsidTr="004952AE">
        <w:trPr>
          <w:trHeight w:val="397"/>
        </w:trPr>
        <w:tc>
          <w:tcPr>
            <w:tcW w:w="4111" w:type="dxa"/>
          </w:tcPr>
          <w:p w14:paraId="12BD6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F8770C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FF4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2BC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69B7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823D6B" w14:textId="77777777" w:rsidTr="236FB3C2">
        <w:trPr>
          <w:trHeight w:val="397"/>
        </w:trPr>
        <w:tc>
          <w:tcPr>
            <w:tcW w:w="9639" w:type="dxa"/>
          </w:tcPr>
          <w:p w14:paraId="76A766D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</w:rPr>
              <w:t>Literatura podstawowa</w:t>
            </w:r>
            <w:r w:rsidRPr="236FB3C2">
              <w:rPr>
                <w:rFonts w:ascii="Corbel" w:hAnsi="Corbel"/>
                <w:smallCaps w:val="0"/>
              </w:rPr>
              <w:t>:</w:t>
            </w:r>
          </w:p>
          <w:p w14:paraId="0F20556B" w14:textId="06076A3E" w:rsidR="00FE700F" w:rsidRPr="00EC6B34" w:rsidRDefault="0955BD96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57D252DA"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F</w:t>
            </w:r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lejtarski</w:t>
            </w:r>
            <w:proofErr w:type="spellEnd"/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66799627" w14:textId="77777777" w:rsidR="00FE700F" w:rsidRPr="00FE700F" w:rsidRDefault="57D252DA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236FB3C2">
              <w:rPr>
                <w:rFonts w:ascii="Corbel" w:eastAsia="Times New Roman" w:hAnsi="Corbe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70A4E574" w14:textId="77777777" w:rsidTr="236FB3C2">
        <w:trPr>
          <w:trHeight w:val="397"/>
        </w:trPr>
        <w:tc>
          <w:tcPr>
            <w:tcW w:w="9639" w:type="dxa"/>
          </w:tcPr>
          <w:p w14:paraId="5C7B173F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  <w:szCs w:val="24"/>
              </w:rPr>
              <w:t>Literatura uzupełniająca</w:t>
            </w:r>
            <w:r w:rsidRPr="00FE700F">
              <w:rPr>
                <w:rFonts w:ascii="Corbel" w:hAnsi="Corbel"/>
                <w:smallCaps w:val="0"/>
                <w:szCs w:val="24"/>
              </w:rPr>
              <w:t xml:space="preserve">: </w:t>
            </w:r>
          </w:p>
          <w:p w14:paraId="7937C2DF" w14:textId="77777777" w:rsid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Czubała A., 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>Jonas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A., Smole T.,  Wiktor J., Marketing usług.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Oficyna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Wolters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Kliwer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Business, 2012.</w:t>
            </w:r>
          </w:p>
          <w:p w14:paraId="5C05C025" w14:textId="065920D3" w:rsidR="00FE700F" w:rsidRP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Kotler P., Armstrong G., Saunders J., Wong V., Marketing.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Podręcznik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, PWE, Warszawa 2002</w:t>
            </w:r>
          </w:p>
          <w:p w14:paraId="0529C9A1" w14:textId="0C369002" w:rsidR="00FE700F" w:rsidRPr="00EC6B34" w:rsidRDefault="6B55D57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Kawa M.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2010,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Tendencje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zmian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zatrudnieni</w:t>
            </w:r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sektorze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usług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olsce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tle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krajów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Unii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Europejskiej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[w:]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Nierówności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społeczne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wzrost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gospodarczy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.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pójność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społeczno-ekonomiczna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a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modernizacja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gospodarki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</w:t>
            </w:r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eszyt</w:t>
            </w:r>
            <w:proofErr w:type="spellEnd"/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17,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Wydawnictwo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Uniwersytetu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Rzesz</w:t>
            </w:r>
            <w:r w:rsidR="24D18388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owskiego</w:t>
            </w:r>
            <w:proofErr w:type="spellEnd"/>
          </w:p>
          <w:p w14:paraId="6B3BCFEF" w14:textId="40985BC4" w:rsidR="00FE700F" w:rsidRPr="00EC6B34" w:rsidRDefault="00FE700F" w:rsidP="236FB3C2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</w:tc>
      </w:tr>
    </w:tbl>
    <w:p w14:paraId="010387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0FD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A3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B715A" w14:textId="77777777" w:rsidR="00502467" w:rsidRDefault="00502467" w:rsidP="00C16ABF">
      <w:pPr>
        <w:spacing w:after="0" w:line="240" w:lineRule="auto"/>
      </w:pPr>
      <w:r>
        <w:separator/>
      </w:r>
    </w:p>
  </w:endnote>
  <w:endnote w:type="continuationSeparator" w:id="0">
    <w:p w14:paraId="59DDE5B5" w14:textId="77777777" w:rsidR="00502467" w:rsidRDefault="005024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13577" w14:textId="77777777" w:rsidR="00502467" w:rsidRDefault="00502467" w:rsidP="00C16ABF">
      <w:pPr>
        <w:spacing w:after="0" w:line="240" w:lineRule="auto"/>
      </w:pPr>
      <w:r>
        <w:separator/>
      </w:r>
    </w:p>
  </w:footnote>
  <w:footnote w:type="continuationSeparator" w:id="0">
    <w:p w14:paraId="6A93F995" w14:textId="77777777" w:rsidR="00502467" w:rsidRDefault="00502467" w:rsidP="00C16ABF">
      <w:pPr>
        <w:spacing w:after="0" w:line="240" w:lineRule="auto"/>
      </w:pPr>
      <w:r>
        <w:continuationSeparator/>
      </w:r>
    </w:p>
  </w:footnote>
  <w:footnote w:id="1">
    <w:p w14:paraId="5F9A4B80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0D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1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52AE"/>
    <w:rsid w:val="004968E2"/>
    <w:rsid w:val="004A3EEA"/>
    <w:rsid w:val="004A4D1F"/>
    <w:rsid w:val="004D5282"/>
    <w:rsid w:val="004F1551"/>
    <w:rsid w:val="004F55A3"/>
    <w:rsid w:val="00502467"/>
    <w:rsid w:val="0050496F"/>
    <w:rsid w:val="00513B6F"/>
    <w:rsid w:val="00517C63"/>
    <w:rsid w:val="005363C4"/>
    <w:rsid w:val="00536BDE"/>
    <w:rsid w:val="00543ACC"/>
    <w:rsid w:val="0056696D"/>
    <w:rsid w:val="00591B17"/>
    <w:rsid w:val="0059484D"/>
    <w:rsid w:val="005A0855"/>
    <w:rsid w:val="005A133C"/>
    <w:rsid w:val="005A3196"/>
    <w:rsid w:val="005C080F"/>
    <w:rsid w:val="005C55E5"/>
    <w:rsid w:val="005C696A"/>
    <w:rsid w:val="005D785E"/>
    <w:rsid w:val="005E17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C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095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588E"/>
    <w:rsid w:val="008E64F4"/>
    <w:rsid w:val="008F12C9"/>
    <w:rsid w:val="008F6E29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1478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607"/>
    <w:rsid w:val="00A84C85"/>
    <w:rsid w:val="00A948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40B6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1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EEB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955BD96"/>
    <w:rsid w:val="0D1CA8CB"/>
    <w:rsid w:val="19AFA91F"/>
    <w:rsid w:val="20907A6D"/>
    <w:rsid w:val="222C4ACE"/>
    <w:rsid w:val="236FB3C2"/>
    <w:rsid w:val="2496DFC3"/>
    <w:rsid w:val="24D18388"/>
    <w:rsid w:val="274D1560"/>
    <w:rsid w:val="2B0FDFCD"/>
    <w:rsid w:val="38B99DA2"/>
    <w:rsid w:val="3933E345"/>
    <w:rsid w:val="3C27A129"/>
    <w:rsid w:val="3C82F793"/>
    <w:rsid w:val="3CA4A2ED"/>
    <w:rsid w:val="3FAB124F"/>
    <w:rsid w:val="41975C97"/>
    <w:rsid w:val="431DA2F7"/>
    <w:rsid w:val="43C5085C"/>
    <w:rsid w:val="44655B15"/>
    <w:rsid w:val="448E3938"/>
    <w:rsid w:val="46012B76"/>
    <w:rsid w:val="4938CC38"/>
    <w:rsid w:val="4AEDC4F6"/>
    <w:rsid w:val="4B9CCA74"/>
    <w:rsid w:val="4E530011"/>
    <w:rsid w:val="4EB586D9"/>
    <w:rsid w:val="4FA80DBC"/>
    <w:rsid w:val="4FC13619"/>
    <w:rsid w:val="547B7EDF"/>
    <w:rsid w:val="54ED0EA9"/>
    <w:rsid w:val="57D252DA"/>
    <w:rsid w:val="5AB442BF"/>
    <w:rsid w:val="5F162418"/>
    <w:rsid w:val="60015D35"/>
    <w:rsid w:val="616517E3"/>
    <w:rsid w:val="6585659C"/>
    <w:rsid w:val="67080DA0"/>
    <w:rsid w:val="68A8302E"/>
    <w:rsid w:val="6986334C"/>
    <w:rsid w:val="6A362E40"/>
    <w:rsid w:val="6B55D571"/>
    <w:rsid w:val="6C4D0E8D"/>
    <w:rsid w:val="6DCC418D"/>
    <w:rsid w:val="717F6F81"/>
    <w:rsid w:val="733E833A"/>
    <w:rsid w:val="755F908B"/>
    <w:rsid w:val="787FE041"/>
    <w:rsid w:val="79A4449C"/>
    <w:rsid w:val="7D059651"/>
    <w:rsid w:val="7D95259D"/>
    <w:rsid w:val="7DF8B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2CD4"/>
  <w15:docId w15:val="{E961EF02-1079-4D79-BB74-DAED8399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73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3607"/>
  </w:style>
  <w:style w:type="character" w:customStyle="1" w:styleId="spellingerror">
    <w:name w:val="spellingerror"/>
    <w:basedOn w:val="Domylnaczcionkaakapitu"/>
    <w:rsid w:val="00A73607"/>
  </w:style>
  <w:style w:type="character" w:customStyle="1" w:styleId="eop">
    <w:name w:val="eop"/>
    <w:basedOn w:val="Domylnaczcionkaakapitu"/>
    <w:rsid w:val="00A7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28D597-9A88-4EF1-82D2-0FCEA7CF3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50668-B125-4421-9501-477C65921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32FE49-FDF8-441C-8A12-8A7D16A1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068C79-0144-4495-94FA-52A8C98A9D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880</Words>
  <Characters>5285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2020-11-26T14:27:00Z</dcterms:created>
  <dcterms:modified xsi:type="dcterms:W3CDTF">2021-02-12T09:12:00Z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